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BFF5E" w14:textId="77777777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0FC0A161" w14:textId="77777777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6BFBACC0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311F2987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1388E98D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67480F8" w14:textId="77777777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3E846D28" w14:textId="1C340A14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507626" w:rsidRPr="00507626">
        <w:rPr>
          <w:rFonts w:ascii="Book Antiqua" w:hAnsi="Book Antiqua" w:cstheme="minorHAnsi"/>
          <w:b/>
          <w:bCs/>
        </w:rPr>
        <w:t>Oprava silnice III/36625 Vendolí – Hradec nad Svitavou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5D0EEB">
        <w:rPr>
          <w:rFonts w:ascii="Book Antiqua" w:hAnsi="Book Antiqua" w:cstheme="minorHAnsi"/>
        </w:rPr>
        <w:t>DSP a.s.</w:t>
      </w:r>
      <w:r w:rsidR="00C059D6" w:rsidRPr="00C059D6">
        <w:rPr>
          <w:rFonts w:ascii="Book Antiqua" w:eastAsia="Times New Roman" w:hAnsi="Book Antiqua" w:cs="Arial"/>
          <w:lang w:eastAsia="cs-CZ"/>
        </w:rPr>
        <w:t xml:space="preserve">, se sídlem </w:t>
      </w:r>
      <w:r w:rsidR="005D0EEB">
        <w:rPr>
          <w:rFonts w:ascii="Book Antiqua" w:hAnsi="Book Antiqua" w:cstheme="minorHAnsi"/>
        </w:rPr>
        <w:t>č.p. 111</w:t>
      </w:r>
      <w:r w:rsidR="00462285">
        <w:rPr>
          <w:rFonts w:ascii="Book Antiqua" w:hAnsi="Book Antiqua" w:cstheme="minorHAnsi"/>
        </w:rPr>
        <w:t>, 530 02 Kostěnice</w:t>
      </w:r>
      <w:r w:rsidR="00C059D6" w:rsidRPr="00C059D6">
        <w:rPr>
          <w:rFonts w:ascii="Book Antiqua" w:eastAsia="Times New Roman" w:hAnsi="Book Antiqua" w:cs="Arial"/>
          <w:lang w:eastAsia="cs-CZ"/>
        </w:rPr>
        <w:t xml:space="preserve">, IČO: </w:t>
      </w:r>
      <w:r w:rsidR="00462285" w:rsidRPr="00462285">
        <w:rPr>
          <w:rFonts w:ascii="Book Antiqua" w:hAnsi="Book Antiqua" w:cstheme="minorHAnsi"/>
        </w:rPr>
        <w:t>27555917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462285" w:rsidRPr="00462285">
        <w:rPr>
          <w:rFonts w:ascii="Book Antiqua" w:hAnsi="Book Antiqua" w:cstheme="minorHAnsi"/>
        </w:rPr>
        <w:t>Ing. Františ</w:t>
      </w:r>
      <w:r w:rsidR="00462285">
        <w:rPr>
          <w:rFonts w:ascii="Book Antiqua" w:hAnsi="Book Antiqua" w:cstheme="minorHAnsi"/>
        </w:rPr>
        <w:t>kem</w:t>
      </w:r>
      <w:r w:rsidR="00462285" w:rsidRPr="00462285">
        <w:rPr>
          <w:rFonts w:ascii="Book Antiqua" w:hAnsi="Book Antiqua" w:cstheme="minorHAnsi"/>
        </w:rPr>
        <w:t xml:space="preserve"> Haburaj</w:t>
      </w:r>
      <w:r w:rsidR="00462285">
        <w:rPr>
          <w:rFonts w:ascii="Book Antiqua" w:hAnsi="Book Antiqua" w:cstheme="minorHAnsi"/>
        </w:rPr>
        <w:t>em</w:t>
      </w:r>
      <w:r w:rsidR="00462285" w:rsidRPr="00462285">
        <w:rPr>
          <w:rFonts w:ascii="Book Antiqua" w:hAnsi="Book Antiqua" w:cstheme="minorHAnsi"/>
        </w:rPr>
        <w:t>, Ph.D.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556B38">
        <w:rPr>
          <w:rFonts w:ascii="Book Antiqua" w:hAnsi="Book Antiqua" w:cstheme="minorHAnsi"/>
        </w:rPr>
        <w:t>06.2025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795C60CF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67FAD7C3" w14:textId="77777777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1D3449B4" w14:textId="77777777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5C161" w14:textId="77777777" w:rsidR="00E97D1E" w:rsidRDefault="00E97D1E" w:rsidP="001D56DF">
      <w:pPr>
        <w:spacing w:after="0" w:line="240" w:lineRule="auto"/>
      </w:pPr>
      <w:r>
        <w:separator/>
      </w:r>
    </w:p>
  </w:endnote>
  <w:endnote w:type="continuationSeparator" w:id="0">
    <w:p w14:paraId="2118785E" w14:textId="77777777" w:rsidR="00E97D1E" w:rsidRDefault="00E97D1E" w:rsidP="001D56DF">
      <w:pPr>
        <w:spacing w:after="0" w:line="240" w:lineRule="auto"/>
      </w:pPr>
      <w:r>
        <w:continuationSeparator/>
      </w:r>
    </w:p>
  </w:endnote>
  <w:endnote w:type="continuationNotice" w:id="1">
    <w:p w14:paraId="05D6E285" w14:textId="77777777" w:rsidR="00E97D1E" w:rsidRDefault="00E97D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0CFFBCA4" w14:textId="77777777" w:rsidTr="2B15D077">
      <w:tc>
        <w:tcPr>
          <w:tcW w:w="3020" w:type="dxa"/>
        </w:tcPr>
        <w:p w14:paraId="6389BCEF" w14:textId="77777777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362202CD" w14:textId="77777777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51D2547A" w14:textId="77777777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49F49DC5" w14:textId="77777777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6FFE5" w14:textId="77777777" w:rsidR="00E97D1E" w:rsidRDefault="00E97D1E" w:rsidP="001D56DF">
      <w:pPr>
        <w:spacing w:after="0" w:line="240" w:lineRule="auto"/>
      </w:pPr>
      <w:r>
        <w:separator/>
      </w:r>
    </w:p>
  </w:footnote>
  <w:footnote w:type="continuationSeparator" w:id="0">
    <w:p w14:paraId="65C7EF45" w14:textId="77777777" w:rsidR="00E97D1E" w:rsidRDefault="00E97D1E" w:rsidP="001D56DF">
      <w:pPr>
        <w:spacing w:after="0" w:line="240" w:lineRule="auto"/>
      </w:pPr>
      <w:r>
        <w:continuationSeparator/>
      </w:r>
    </w:p>
  </w:footnote>
  <w:footnote w:type="continuationNotice" w:id="1">
    <w:p w14:paraId="3B2C6150" w14:textId="77777777" w:rsidR="00E97D1E" w:rsidRDefault="00E97D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4A9A9" w14:textId="77777777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0F01D7DF" wp14:editId="54C34CE5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6369C096" wp14:editId="6B0E1AB3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DB680" w14:textId="77777777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9E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17BE"/>
    <w:rsid w:val="00111CFB"/>
    <w:rsid w:val="00120E3F"/>
    <w:rsid w:val="00122DA8"/>
    <w:rsid w:val="00123C71"/>
    <w:rsid w:val="001255FD"/>
    <w:rsid w:val="00164F28"/>
    <w:rsid w:val="001743F4"/>
    <w:rsid w:val="0018331A"/>
    <w:rsid w:val="001927ED"/>
    <w:rsid w:val="001C2FF4"/>
    <w:rsid w:val="001C4FB9"/>
    <w:rsid w:val="001C5270"/>
    <w:rsid w:val="001D1A86"/>
    <w:rsid w:val="001D3795"/>
    <w:rsid w:val="001D56DF"/>
    <w:rsid w:val="001D6C42"/>
    <w:rsid w:val="001E4F16"/>
    <w:rsid w:val="001F28A5"/>
    <w:rsid w:val="001F543E"/>
    <w:rsid w:val="00202FF6"/>
    <w:rsid w:val="00207103"/>
    <w:rsid w:val="00213225"/>
    <w:rsid w:val="0022554E"/>
    <w:rsid w:val="0028049B"/>
    <w:rsid w:val="00281FF9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375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2285"/>
    <w:rsid w:val="00464A45"/>
    <w:rsid w:val="00491D2D"/>
    <w:rsid w:val="00492601"/>
    <w:rsid w:val="00494BC7"/>
    <w:rsid w:val="004A1142"/>
    <w:rsid w:val="004A41AE"/>
    <w:rsid w:val="004F26ED"/>
    <w:rsid w:val="005014AD"/>
    <w:rsid w:val="00507626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6B38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D0EEB"/>
    <w:rsid w:val="005E2F03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1D1F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39CE"/>
    <w:rsid w:val="008D4B3E"/>
    <w:rsid w:val="008E64BD"/>
    <w:rsid w:val="008F44DF"/>
    <w:rsid w:val="008F7DC6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B580B"/>
    <w:rsid w:val="009C182F"/>
    <w:rsid w:val="009C2176"/>
    <w:rsid w:val="009C3A2F"/>
    <w:rsid w:val="009D34EB"/>
    <w:rsid w:val="009D53F8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453FB"/>
    <w:rsid w:val="00B534E7"/>
    <w:rsid w:val="00B562FA"/>
    <w:rsid w:val="00B64EB2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54653"/>
    <w:rsid w:val="00D76EB8"/>
    <w:rsid w:val="00D81B2C"/>
    <w:rsid w:val="00D95A9A"/>
    <w:rsid w:val="00DC438C"/>
    <w:rsid w:val="00DC636C"/>
    <w:rsid w:val="00DE0758"/>
    <w:rsid w:val="00DE317B"/>
    <w:rsid w:val="00DE48EA"/>
    <w:rsid w:val="00DE6EB1"/>
    <w:rsid w:val="00E04FA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97D1E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1709E"/>
    <w:rsid w:val="00F26595"/>
    <w:rsid w:val="00F32423"/>
    <w:rsid w:val="00F3655F"/>
    <w:rsid w:val="00F37DB1"/>
    <w:rsid w:val="00F51569"/>
    <w:rsid w:val="00F555BA"/>
    <w:rsid w:val="00F646BA"/>
    <w:rsid w:val="00F7237F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16D65"/>
  <w15:chartTrackingRefBased/>
  <w15:docId w15:val="{88867623-CF1F-4E4A-AEAD-C261934B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Moln&#225;rov&#225;\Downloads\P&#345;&#237;loha%20f)%20V&#253;kresy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77CF71-B249-4F88-9491-D285A7F98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f) Výkresy.dotx</Template>
  <TotalTime>2</TotalTime>
  <Pages>1</Pages>
  <Words>64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Molnárová</dc:creator>
  <cp:keywords/>
  <dc:description/>
  <cp:lastModifiedBy>Anna Molnárová</cp:lastModifiedBy>
  <cp:revision>5</cp:revision>
  <dcterms:created xsi:type="dcterms:W3CDTF">2025-11-19T14:45:00Z</dcterms:created>
  <dcterms:modified xsi:type="dcterms:W3CDTF">2025-11-19T14:48:00Z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